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5ACB0" w14:textId="77777777" w:rsidR="00977179" w:rsidRPr="005F755F" w:rsidRDefault="00977179" w:rsidP="005F755F">
      <w:pPr>
        <w:pStyle w:val="NormaleWeb"/>
        <w:spacing w:before="0" w:beforeAutospacing="0" w:after="0" w:afterAutospacing="0"/>
        <w:ind w:left="5245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Al Responsabile Prevenzione Corruzione e Trasparenza di </w:t>
      </w:r>
      <w:r w:rsidR="003C28CB">
        <w:rPr>
          <w:rFonts w:asciiTheme="minorHAnsi" w:hAnsiTheme="minorHAnsi" w:cstheme="minorHAnsi"/>
          <w:b/>
          <w:bCs/>
          <w:color w:val="000000"/>
          <w:sz w:val="22"/>
          <w:szCs w:val="22"/>
        </w:rPr>
        <w:t>AREA IMPIANTI</w:t>
      </w:r>
      <w:r w:rsidRPr="005F755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SPA</w:t>
      </w:r>
    </w:p>
    <w:p w14:paraId="1D4E976F" w14:textId="77777777" w:rsidR="00977179" w:rsidRPr="005F755F" w:rsidRDefault="003C28CB" w:rsidP="005F755F">
      <w:pPr>
        <w:pStyle w:val="NormaleWeb"/>
        <w:spacing w:before="0" w:beforeAutospacing="0" w:after="0" w:afterAutospacing="0"/>
        <w:ind w:left="5580"/>
        <w:jc w:val="right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Riccardo Finessi</w:t>
      </w:r>
    </w:p>
    <w:p w14:paraId="6B143957" w14:textId="0A3423B1" w:rsidR="00977179" w:rsidRPr="005F755F" w:rsidRDefault="00977179" w:rsidP="005F755F">
      <w:pPr>
        <w:pStyle w:val="NormaleWeb"/>
        <w:spacing w:before="0" w:beforeAutospacing="0" w:after="0" w:afterAutospacing="0"/>
        <w:ind w:left="5580"/>
        <w:jc w:val="right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bCs/>
          <w:color w:val="000000"/>
          <w:sz w:val="22"/>
          <w:szCs w:val="22"/>
        </w:rPr>
        <w:t>Via A. Volta n. 26/</w:t>
      </w:r>
      <w:r w:rsidR="00EA1AD7">
        <w:rPr>
          <w:rFonts w:asciiTheme="minorHAnsi" w:hAnsiTheme="minorHAnsi" w:cstheme="minorHAnsi"/>
          <w:bCs/>
          <w:color w:val="000000"/>
          <w:sz w:val="22"/>
          <w:szCs w:val="22"/>
        </w:rPr>
        <w:t>D</w:t>
      </w:r>
    </w:p>
    <w:p w14:paraId="01E8AB68" w14:textId="77777777" w:rsidR="00977179" w:rsidRPr="005F755F" w:rsidRDefault="00977179" w:rsidP="005F755F">
      <w:pPr>
        <w:pStyle w:val="NormaleWeb"/>
        <w:spacing w:before="0" w:beforeAutospacing="0" w:after="0" w:afterAutospacing="0"/>
        <w:ind w:left="558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5F755F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44034 Copparo (FE)</w:t>
      </w:r>
    </w:p>
    <w:p w14:paraId="56045E5E" w14:textId="77777777" w:rsidR="00977179" w:rsidRPr="005F755F" w:rsidRDefault="00977179" w:rsidP="005F755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</w:p>
    <w:p w14:paraId="00A50EBA" w14:textId="77777777" w:rsidR="005F755F" w:rsidRPr="005F755F" w:rsidRDefault="005F755F" w:rsidP="005F755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5732A021" w14:textId="77777777" w:rsidR="005F755F" w:rsidRPr="005F755F" w:rsidRDefault="005F755F" w:rsidP="005F755F">
      <w:pPr>
        <w:pStyle w:val="Default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F755F">
        <w:rPr>
          <w:rFonts w:asciiTheme="minorHAnsi" w:hAnsiTheme="minorHAnsi" w:cstheme="minorHAnsi"/>
          <w:b/>
          <w:bCs/>
          <w:iCs/>
          <w:sz w:val="22"/>
          <w:szCs w:val="22"/>
        </w:rPr>
        <w:t>ISTANZA DI ACCESSO CIVICO</w:t>
      </w:r>
    </w:p>
    <w:p w14:paraId="4C35F26C" w14:textId="77777777" w:rsidR="005F755F" w:rsidRPr="005F755F" w:rsidRDefault="005F755F" w:rsidP="005F755F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sz w:val="22"/>
          <w:szCs w:val="22"/>
        </w:rPr>
        <w:t>(art. 5, comma 1, D.Lgs. n. 33 del 14 marzo 2013)</w:t>
      </w:r>
    </w:p>
    <w:p w14:paraId="4CA1F5C5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C5E6CEA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color w:val="000000"/>
          <w:sz w:val="22"/>
          <w:szCs w:val="22"/>
        </w:rPr>
        <w:t>La/il sottoscritta/o Cognome ……………………….....………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………… </w:t>
      </w:r>
      <w:r w:rsidRPr="005F755F">
        <w:rPr>
          <w:rFonts w:asciiTheme="minorHAnsi" w:hAnsiTheme="minorHAnsi" w:cstheme="minorHAnsi"/>
          <w:color w:val="000000"/>
          <w:sz w:val="22"/>
          <w:szCs w:val="22"/>
        </w:rPr>
        <w:t>Nome ...............................................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</w:rPr>
        <w:t>...</w:t>
      </w:r>
      <w:r w:rsidRPr="005F755F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>....</w:t>
      </w:r>
    </w:p>
    <w:p w14:paraId="4D8551DB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color w:val="000000"/>
          <w:sz w:val="22"/>
          <w:szCs w:val="22"/>
        </w:rPr>
        <w:t>Nata/o a ......………………………….................................……….....</w:t>
      </w:r>
      <w:r>
        <w:rPr>
          <w:rFonts w:asciiTheme="minorHAnsi" w:hAnsiTheme="minorHAnsi" w:cstheme="minorHAnsi"/>
          <w:color w:val="000000"/>
          <w:sz w:val="22"/>
          <w:szCs w:val="22"/>
        </w:rPr>
        <w:t>.............................</w:t>
      </w:r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 il …………………….………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…..</w:t>
      </w:r>
    </w:p>
    <w:p w14:paraId="0EA21A59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color w:val="000000"/>
          <w:sz w:val="22"/>
          <w:szCs w:val="22"/>
        </w:rPr>
        <w:t>Residente a .…........………………………………………………………………..…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………………………………..</w:t>
      </w:r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5F755F">
        <w:rPr>
          <w:rFonts w:asciiTheme="minorHAnsi" w:hAnsiTheme="minorHAnsi" w:cstheme="minorHAnsi"/>
          <w:color w:val="000000"/>
          <w:sz w:val="22"/>
          <w:szCs w:val="22"/>
        </w:rPr>
        <w:t>Prov. (..……..)</w:t>
      </w:r>
    </w:p>
    <w:p w14:paraId="7BD98F5C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color w:val="000000"/>
          <w:sz w:val="22"/>
          <w:szCs w:val="22"/>
        </w:rPr>
        <w:t>Via .....…………………………………………………………………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……………………………………..</w:t>
      </w:r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5F755F">
        <w:rPr>
          <w:rFonts w:asciiTheme="minorHAnsi" w:hAnsiTheme="minorHAnsi" w:cstheme="minorHAnsi"/>
          <w:color w:val="000000"/>
          <w:sz w:val="22"/>
          <w:szCs w:val="22"/>
        </w:rPr>
        <w:t>Tel. ......……............………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..</w:t>
      </w:r>
    </w:p>
    <w:p w14:paraId="645DC41D" w14:textId="77777777" w:rsid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in qualità di </w:t>
      </w:r>
      <w:bookmarkStart w:id="0" w:name="ftnt_ref3"/>
      <w:r w:rsidRPr="005F755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[1]</w:t>
      </w:r>
      <w:bookmarkEnd w:id="0"/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  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</w:t>
      </w:r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C398AF0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indirizzo di posta elettronica per le comunicazioni </w:t>
      </w:r>
      <w:bookmarkStart w:id="1" w:name="ftnt_ref5"/>
      <w:r w:rsidRPr="005F755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[2]</w:t>
      </w:r>
      <w:bookmarkEnd w:id="1"/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  .........................................................................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</w:rPr>
        <w:t>.....</w:t>
      </w:r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6940370" w14:textId="77777777" w:rsidR="003C28CB" w:rsidRDefault="005F755F" w:rsidP="005F755F">
      <w:pPr>
        <w:pStyle w:val="NormaleWeb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bCs/>
          <w:color w:val="000000"/>
          <w:sz w:val="22"/>
          <w:szCs w:val="22"/>
        </w:rPr>
        <w:t>avendo rilevato l’omessa pubblicazione del seguente documento/informazione/dato che in base alla normativa vigente deve essere pubblicato nella sezione “Amministrazione trasparente”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5F755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sul sito istituzionale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della società </w:t>
      </w:r>
      <w:r w:rsidR="003C28CB">
        <w:rPr>
          <w:rFonts w:asciiTheme="minorHAnsi" w:hAnsiTheme="minorHAnsi" w:cstheme="minorHAnsi"/>
          <w:bCs/>
          <w:color w:val="000000"/>
          <w:sz w:val="22"/>
          <w:szCs w:val="22"/>
        </w:rPr>
        <w:t>AREA IMPIANTI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SPA </w:t>
      </w:r>
      <w:hyperlink r:id="rId8" w:history="1">
        <w:r w:rsidR="003C28CB" w:rsidRPr="00DB5D0A">
          <w:rPr>
            <w:rStyle w:val="Collegamentoipertestuale"/>
            <w:rFonts w:asciiTheme="minorHAnsi" w:hAnsiTheme="minorHAnsi" w:cstheme="minorHAnsi"/>
            <w:bCs/>
            <w:sz w:val="22"/>
            <w:szCs w:val="22"/>
          </w:rPr>
          <w:t>www.areaimpianti.net</w:t>
        </w:r>
      </w:hyperlink>
    </w:p>
    <w:p w14:paraId="3754A90B" w14:textId="77777777" w:rsidR="005F755F" w:rsidRPr="005F755F" w:rsidRDefault="003C28CB" w:rsidP="005F755F">
      <w:pPr>
        <w:pStyle w:val="NormaleWeb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755F" w:rsidRPr="005F755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F755F" w:rsidRPr="005F755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[3]</w:t>
      </w:r>
    </w:p>
    <w:p w14:paraId="45E5DE2B" w14:textId="77777777" w:rsidR="005F755F" w:rsidRPr="005F755F" w:rsidRDefault="005F755F" w:rsidP="005F755F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b/>
          <w:bCs/>
          <w:color w:val="000000"/>
          <w:sz w:val="22"/>
          <w:szCs w:val="22"/>
        </w:rPr>
        <w:t>CHIEDE</w:t>
      </w:r>
    </w:p>
    <w:p w14:paraId="1E88E2ED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F755F">
        <w:rPr>
          <w:rFonts w:asciiTheme="minorHAnsi" w:hAnsiTheme="minorHAnsi" w:cstheme="minorHAnsi"/>
          <w:sz w:val="22"/>
          <w:szCs w:val="22"/>
        </w:rPr>
        <w:t xml:space="preserve">ai sensi e per gli effetti dell’art. 5, comma 1, del Decreto Legislativo 14 marzo 2013, n. 33, così come modificato dal D.Lgs. n.97/2016, la pubblicazione </w:t>
      </w:r>
      <w:bookmarkStart w:id="2" w:name="ftnt_ref4"/>
      <w:r w:rsidRPr="005F755F">
        <w:rPr>
          <w:rFonts w:asciiTheme="minorHAnsi" w:hAnsiTheme="minorHAnsi" w:cstheme="minorHAnsi"/>
          <w:sz w:val="22"/>
          <w:szCs w:val="22"/>
        </w:rPr>
        <w:t xml:space="preserve">del documento, dato o informazione sopra indicato </w:t>
      </w:r>
      <w:bookmarkEnd w:id="2"/>
      <w:r w:rsidRPr="005F755F">
        <w:rPr>
          <w:rFonts w:asciiTheme="minorHAnsi" w:hAnsiTheme="minorHAnsi" w:cstheme="minorHAnsi"/>
          <w:sz w:val="22"/>
          <w:szCs w:val="22"/>
        </w:rPr>
        <w:t xml:space="preserve">con la contestuale comunicazione alla/al sottoscritta/o dell’avvenuta pubblicazione, indicando il relativo collegamento ipertestuale a quanto forma oggetto della presente istanza. </w:t>
      </w:r>
    </w:p>
    <w:p w14:paraId="047666A2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D15910" wp14:editId="3F526645">
                <wp:simplePos x="0" y="0"/>
                <wp:positionH relativeFrom="column">
                  <wp:posOffset>-1257300</wp:posOffset>
                </wp:positionH>
                <wp:positionV relativeFrom="paragraph">
                  <wp:posOffset>78740</wp:posOffset>
                </wp:positionV>
                <wp:extent cx="342900" cy="1943100"/>
                <wp:effectExtent l="9525" t="12065" r="9525" b="698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9E90B" w14:textId="77777777" w:rsidR="005F755F" w:rsidRDefault="005F755F" w:rsidP="005F75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D15910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-99pt;margin-top:6.2pt;width:27pt;height:1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">
                <v:textbox>
                  <w:txbxContent>
                    <w:p w14:paraId="4659E90B" w14:textId="77777777" w:rsidR="005F755F" w:rsidRDefault="005F755F" w:rsidP="005F755F"/>
                  </w:txbxContent>
                </v:textbox>
              </v:shape>
            </w:pict>
          </mc:Fallback>
        </mc:AlternateContent>
      </w:r>
    </w:p>
    <w:p w14:paraId="4D4C01BC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color w:val="000000"/>
          <w:sz w:val="22"/>
          <w:szCs w:val="22"/>
        </w:rPr>
        <w:t>Luogo e data …………………………</w:t>
      </w:r>
    </w:p>
    <w:p w14:paraId="77EB5B91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B24B474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color w:val="000000"/>
          <w:sz w:val="22"/>
          <w:szCs w:val="22"/>
        </w:rPr>
        <w:t>Firma …………………………………………..</w:t>
      </w:r>
    </w:p>
    <w:p w14:paraId="6A2B7378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FF9BEAD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5F755F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Si allega: </w:t>
      </w:r>
      <w:r w:rsidRPr="005F755F">
        <w:rPr>
          <w:rFonts w:asciiTheme="minorHAnsi" w:hAnsiTheme="minorHAnsi" w:cstheme="minorHAnsi"/>
          <w:i/>
          <w:color w:val="000000"/>
          <w:sz w:val="22"/>
          <w:szCs w:val="22"/>
        </w:rPr>
        <w:t>copia cartacea o scansione digitale del documento di identità.</w:t>
      </w:r>
    </w:p>
    <w:p w14:paraId="4B14C4E5" w14:textId="77777777" w:rsidR="00A50A64" w:rsidRDefault="00A50A64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6D25B0E" w14:textId="77777777" w:rsidR="005F755F" w:rsidRDefault="00A50A64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0A64">
        <w:rPr>
          <w:rFonts w:asciiTheme="minorHAnsi" w:hAnsiTheme="minorHAnsi" w:cstheme="minorHAnsi"/>
          <w:color w:val="000000"/>
          <w:sz w:val="22"/>
          <w:szCs w:val="22"/>
        </w:rPr>
        <w:t>Ai sensi delle vigenti disposizioni del Regolamento UE 2016/679 sulla protezione dei dati personali delle persone fisiche, il sottoscritto dichiara di essere informato e dà il proprio consenso al trattamento dei dati forniti con la presente istanza per le finalità di cui al D. Lgs. n. 33/2013.</w:t>
      </w:r>
    </w:p>
    <w:p w14:paraId="7EFC2E6E" w14:textId="77777777" w:rsidR="00A50A64" w:rsidRDefault="00A50A64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B8E2607" w14:textId="77777777" w:rsidR="005F755F" w:rsidRPr="005F755F" w:rsidRDefault="008815DE" w:rsidP="005F755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pict w14:anchorId="572A4C64">
          <v:rect id="_x0000_i1025" style="width:149.65pt;height:.6pt" o:hrpct="330" o:hrstd="t" o:hr="t" fillcolor="#a0a0a0" stroked="f"/>
        </w:pict>
      </w:r>
    </w:p>
    <w:p w14:paraId="07559BF6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ftnt3"/>
      <w:r w:rsidRPr="005F755F">
        <w:rPr>
          <w:rFonts w:asciiTheme="minorHAnsi" w:hAnsiTheme="minorHAnsi" w:cstheme="minorHAnsi"/>
          <w:color w:val="0E0399"/>
          <w:sz w:val="22"/>
          <w:szCs w:val="22"/>
        </w:rPr>
        <w:t>[1]</w:t>
      </w:r>
      <w:bookmarkEnd w:id="3"/>
      <w:r w:rsidRPr="005F755F">
        <w:rPr>
          <w:rFonts w:asciiTheme="minorHAnsi" w:hAnsiTheme="minorHAnsi" w:cstheme="minorHAnsi"/>
          <w:color w:val="000000"/>
          <w:sz w:val="22"/>
          <w:szCs w:val="22"/>
        </w:rPr>
        <w:t xml:space="preserve"> Indicare la qualifica nel caso si agisca per conto di una persona giuridica. </w:t>
      </w:r>
    </w:p>
    <w:p w14:paraId="7A4CCF6E" w14:textId="77777777" w:rsidR="005F755F" w:rsidRPr="005F755F" w:rsidRDefault="005F755F" w:rsidP="005F755F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ftnt5"/>
      <w:r w:rsidRPr="005F755F">
        <w:rPr>
          <w:rFonts w:asciiTheme="minorHAnsi" w:hAnsiTheme="minorHAnsi" w:cstheme="minorHAnsi"/>
          <w:color w:val="0E0399"/>
          <w:sz w:val="22"/>
          <w:szCs w:val="22"/>
        </w:rPr>
        <w:t>[2]</w:t>
      </w:r>
      <w:bookmarkEnd w:id="4"/>
      <w:r w:rsidRPr="005F755F">
        <w:rPr>
          <w:rFonts w:asciiTheme="minorHAnsi" w:hAnsiTheme="minorHAnsi" w:cstheme="minorHAnsi"/>
          <w:sz w:val="22"/>
          <w:szCs w:val="22"/>
        </w:rPr>
        <w:t> Inserire l’indirizzo al quale si chiede venga inviato il riscontro alla presente istanza.</w:t>
      </w:r>
    </w:p>
    <w:p w14:paraId="6FBEAF76" w14:textId="77777777" w:rsidR="005F755F" w:rsidRPr="005F755F" w:rsidRDefault="005F755F" w:rsidP="003C28CB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bookmarkStart w:id="5" w:name="ftnt4"/>
      <w:r w:rsidRPr="005F755F">
        <w:rPr>
          <w:rFonts w:asciiTheme="minorHAnsi" w:hAnsiTheme="minorHAnsi" w:cstheme="minorHAnsi"/>
          <w:color w:val="0E0399"/>
          <w:sz w:val="22"/>
          <w:szCs w:val="22"/>
        </w:rPr>
        <w:t>[3]</w:t>
      </w:r>
      <w:bookmarkEnd w:id="5"/>
      <w:r w:rsidRPr="005F755F">
        <w:rPr>
          <w:rFonts w:asciiTheme="minorHAnsi" w:hAnsiTheme="minorHAnsi" w:cstheme="minorHAnsi"/>
          <w:color w:val="000000"/>
          <w:sz w:val="22"/>
          <w:szCs w:val="22"/>
        </w:rPr>
        <w:t> Specificare il documento/informazione/dato di cui è stata omessa totalmente o parzialmente la pubblicazione obbligatoria; nel caso sia a conoscenza dell’istante, specificare la norma che impone la pubblicazione di quanto richiesto.</w:t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  <w:r w:rsidRPr="005F755F">
        <w:rPr>
          <w:rFonts w:asciiTheme="minorHAnsi" w:hAnsiTheme="minorHAnsi" w:cstheme="minorHAnsi"/>
          <w:sz w:val="22"/>
          <w:szCs w:val="22"/>
        </w:rPr>
        <w:tab/>
      </w:r>
    </w:p>
    <w:p w14:paraId="015E2F7E" w14:textId="77777777" w:rsidR="006179FC" w:rsidRPr="005F755F" w:rsidRDefault="006179FC" w:rsidP="000D46F6">
      <w:pPr>
        <w:rPr>
          <w:rFonts w:asciiTheme="minorHAnsi" w:hAnsiTheme="minorHAnsi" w:cstheme="minorHAnsi"/>
          <w:sz w:val="22"/>
          <w:szCs w:val="22"/>
        </w:rPr>
      </w:pPr>
    </w:p>
    <w:p w14:paraId="15509E5D" w14:textId="77777777" w:rsidR="008C6DB2" w:rsidRPr="005F755F" w:rsidRDefault="008C6DB2" w:rsidP="000D46F6">
      <w:pPr>
        <w:rPr>
          <w:rFonts w:asciiTheme="minorHAnsi" w:hAnsiTheme="minorHAnsi" w:cstheme="minorHAnsi"/>
          <w:sz w:val="22"/>
          <w:szCs w:val="22"/>
        </w:rPr>
      </w:pPr>
    </w:p>
    <w:p w14:paraId="50D801FE" w14:textId="77777777" w:rsidR="00552B4D" w:rsidRPr="005F755F" w:rsidRDefault="00552B4D" w:rsidP="000D46F6">
      <w:pPr>
        <w:tabs>
          <w:tab w:val="left" w:pos="900"/>
        </w:tabs>
        <w:rPr>
          <w:rFonts w:asciiTheme="minorHAnsi" w:hAnsiTheme="minorHAnsi" w:cstheme="minorHAnsi"/>
          <w:sz w:val="22"/>
          <w:szCs w:val="22"/>
        </w:rPr>
      </w:pPr>
    </w:p>
    <w:sectPr w:rsidR="00552B4D" w:rsidRPr="005F755F" w:rsidSect="003C28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19CF2" w14:textId="77777777" w:rsidR="003D3F17" w:rsidRDefault="003D3F17" w:rsidP="001F69DA">
      <w:r>
        <w:separator/>
      </w:r>
    </w:p>
  </w:endnote>
  <w:endnote w:type="continuationSeparator" w:id="0">
    <w:p w14:paraId="6CD69B99" w14:textId="77777777" w:rsidR="003D3F17" w:rsidRDefault="003D3F17" w:rsidP="001F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0BB1" w14:textId="77777777" w:rsidR="008815DE" w:rsidRDefault="008815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E391F" w14:textId="77777777" w:rsidR="008815DE" w:rsidRDefault="008815D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tblInd w:w="-709" w:type="dxa"/>
      <w:tblLook w:val="04A0" w:firstRow="1" w:lastRow="0" w:firstColumn="1" w:lastColumn="0" w:noHBand="0" w:noVBand="1"/>
    </w:tblPr>
    <w:tblGrid>
      <w:gridCol w:w="2836"/>
      <w:gridCol w:w="2268"/>
      <w:gridCol w:w="1842"/>
      <w:gridCol w:w="1843"/>
      <w:gridCol w:w="1985"/>
    </w:tblGrid>
    <w:tr w:rsidR="002013B3" w:rsidRPr="00E43AE2" w14:paraId="19DDD1CC" w14:textId="77777777" w:rsidTr="00186FCF">
      <w:trPr>
        <w:trHeight w:val="165"/>
      </w:trPr>
      <w:tc>
        <w:tcPr>
          <w:tcW w:w="2836" w:type="dxa"/>
          <w:tcBorders>
            <w:bottom w:val="single" w:sz="4" w:space="0" w:color="00B050"/>
          </w:tcBorders>
        </w:tcPr>
        <w:p w14:paraId="7606932A" w14:textId="77777777" w:rsidR="002013B3" w:rsidRPr="005E649B" w:rsidRDefault="002013B3" w:rsidP="00186FCF">
          <w:pPr>
            <w:pStyle w:val="Pidipagina"/>
            <w:spacing w:after="60"/>
            <w:rPr>
              <w:rFonts w:ascii="Arial" w:hAnsi="Arial" w:cs="Arial"/>
              <w:b/>
              <w:sz w:val="20"/>
            </w:rPr>
          </w:pPr>
        </w:p>
      </w:tc>
      <w:tc>
        <w:tcPr>
          <w:tcW w:w="2268" w:type="dxa"/>
          <w:tcBorders>
            <w:bottom w:val="single" w:sz="4" w:space="0" w:color="00B050"/>
          </w:tcBorders>
          <w:vAlign w:val="bottom"/>
        </w:tcPr>
        <w:p w14:paraId="7548A33F" w14:textId="77777777" w:rsidR="002013B3" w:rsidRPr="002013B3" w:rsidRDefault="002013B3" w:rsidP="00186FCF">
          <w:pPr>
            <w:pStyle w:val="Pidipagina"/>
            <w:spacing w:after="60"/>
            <w:rPr>
              <w:rFonts w:ascii="Arial Narrow" w:hAnsi="Arial Narrow"/>
              <w:b/>
              <w:sz w:val="18"/>
            </w:rPr>
          </w:pPr>
        </w:p>
      </w:tc>
      <w:tc>
        <w:tcPr>
          <w:tcW w:w="5670" w:type="dxa"/>
          <w:gridSpan w:val="3"/>
          <w:tcBorders>
            <w:bottom w:val="single" w:sz="4" w:space="0" w:color="00B050"/>
          </w:tcBorders>
        </w:tcPr>
        <w:p w14:paraId="7EABA4CA" w14:textId="77777777" w:rsidR="002013B3" w:rsidRPr="002013B3" w:rsidRDefault="002013B3" w:rsidP="00186FCF">
          <w:pPr>
            <w:pStyle w:val="Pidipagina"/>
            <w:spacing w:after="60"/>
            <w:rPr>
              <w:rFonts w:ascii="Arial Narrow" w:hAnsi="Arial Narrow"/>
              <w:b/>
              <w:sz w:val="18"/>
            </w:rPr>
          </w:pPr>
        </w:p>
      </w:tc>
    </w:tr>
    <w:tr w:rsidR="002013B3" w:rsidRPr="007A6AF4" w14:paraId="54C5FB24" w14:textId="77777777" w:rsidTr="00186FCF">
      <w:trPr>
        <w:trHeight w:val="953"/>
      </w:trPr>
      <w:tc>
        <w:tcPr>
          <w:tcW w:w="2836" w:type="dxa"/>
          <w:tcBorders>
            <w:top w:val="single" w:sz="4" w:space="0" w:color="00B050"/>
          </w:tcBorders>
        </w:tcPr>
        <w:p w14:paraId="6DC62EB0" w14:textId="77777777" w:rsidR="00C20450" w:rsidRPr="007A6AF4" w:rsidRDefault="00C20450" w:rsidP="001F69DA">
          <w:pPr>
            <w:pStyle w:val="Pidipagina"/>
            <w:rPr>
              <w:rFonts w:ascii="Arial Narrow" w:hAnsi="Arial Narrow"/>
              <w:i/>
              <w:sz w:val="16"/>
              <w:szCs w:val="15"/>
            </w:rPr>
          </w:pPr>
        </w:p>
      </w:tc>
      <w:tc>
        <w:tcPr>
          <w:tcW w:w="2268" w:type="dxa"/>
          <w:tcBorders>
            <w:top w:val="single" w:sz="4" w:space="0" w:color="00B050"/>
          </w:tcBorders>
        </w:tcPr>
        <w:p w14:paraId="66F9FCE3" w14:textId="77777777" w:rsidR="00C20450" w:rsidRPr="007A6AF4" w:rsidRDefault="00C20450">
          <w:pPr>
            <w:pStyle w:val="Pidipagina"/>
            <w:rPr>
              <w:rFonts w:ascii="Arial Narrow" w:hAnsi="Arial Narrow"/>
              <w:i/>
              <w:sz w:val="16"/>
              <w:szCs w:val="15"/>
            </w:rPr>
          </w:pPr>
        </w:p>
      </w:tc>
      <w:tc>
        <w:tcPr>
          <w:tcW w:w="1842" w:type="dxa"/>
          <w:tcBorders>
            <w:top w:val="single" w:sz="4" w:space="0" w:color="00B050"/>
          </w:tcBorders>
        </w:tcPr>
        <w:p w14:paraId="1F67807C" w14:textId="77777777" w:rsidR="00C20450" w:rsidRPr="00617079" w:rsidRDefault="00C20450" w:rsidP="000F14F2">
          <w:pPr>
            <w:pStyle w:val="Pidipagina"/>
            <w:rPr>
              <w:rFonts w:ascii="Arial Narrow" w:hAnsi="Arial Narrow"/>
              <w:i/>
              <w:sz w:val="12"/>
              <w:szCs w:val="15"/>
            </w:rPr>
          </w:pPr>
        </w:p>
      </w:tc>
      <w:tc>
        <w:tcPr>
          <w:tcW w:w="1843" w:type="dxa"/>
          <w:tcBorders>
            <w:top w:val="single" w:sz="4" w:space="0" w:color="00B050"/>
          </w:tcBorders>
        </w:tcPr>
        <w:p w14:paraId="60B8DDBA" w14:textId="77777777" w:rsidR="002013B3" w:rsidRPr="002013B3" w:rsidRDefault="002013B3" w:rsidP="002013B3">
          <w:pPr>
            <w:pStyle w:val="Pidipagina"/>
            <w:rPr>
              <w:rFonts w:ascii="Arial Narrow" w:hAnsi="Arial Narrow"/>
              <w:i/>
              <w:sz w:val="16"/>
              <w:szCs w:val="15"/>
            </w:rPr>
          </w:pPr>
        </w:p>
      </w:tc>
      <w:tc>
        <w:tcPr>
          <w:tcW w:w="1985" w:type="dxa"/>
          <w:tcBorders>
            <w:top w:val="single" w:sz="4" w:space="0" w:color="00B050"/>
          </w:tcBorders>
        </w:tcPr>
        <w:p w14:paraId="2F1F09C1" w14:textId="77777777" w:rsidR="00C20450" w:rsidRPr="007A6AF4" w:rsidRDefault="00C20450">
          <w:pPr>
            <w:pStyle w:val="Pidipagina"/>
            <w:rPr>
              <w:rFonts w:ascii="Arial Narrow" w:hAnsi="Arial Narrow"/>
              <w:i/>
              <w:sz w:val="16"/>
              <w:szCs w:val="15"/>
            </w:rPr>
          </w:pPr>
        </w:p>
      </w:tc>
    </w:tr>
  </w:tbl>
  <w:p w14:paraId="4A407F9A" w14:textId="77777777" w:rsidR="00927B40" w:rsidRDefault="00927B40" w:rsidP="00F06FE2">
    <w:pPr>
      <w:tabs>
        <w:tab w:val="left" w:pos="23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184AE" w14:textId="77777777" w:rsidR="003D3F17" w:rsidRDefault="003D3F17" w:rsidP="001F69DA">
      <w:r>
        <w:separator/>
      </w:r>
    </w:p>
  </w:footnote>
  <w:footnote w:type="continuationSeparator" w:id="0">
    <w:p w14:paraId="16061AA2" w14:textId="77777777" w:rsidR="003D3F17" w:rsidRDefault="003D3F17" w:rsidP="001F6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27F11" w14:textId="77777777" w:rsidR="008815DE" w:rsidRDefault="008815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BF870" w14:textId="77777777" w:rsidR="00927B40" w:rsidRPr="00747C96" w:rsidRDefault="00927B40" w:rsidP="00747C96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35D8" w14:textId="600BBB71" w:rsidR="00927B40" w:rsidRDefault="00A50A64" w:rsidP="00A50A64">
    <w:pPr>
      <w:pStyle w:val="Intestazione"/>
      <w:jc w:val="right"/>
      <w:rPr>
        <w:i/>
      </w:rPr>
    </w:pPr>
    <w:r w:rsidRPr="00A50A64">
      <w:rPr>
        <w:i/>
      </w:rPr>
      <w:t xml:space="preserve">ALL. </w:t>
    </w:r>
    <w:r w:rsidR="003C28CB">
      <w:rPr>
        <w:i/>
      </w:rPr>
      <w:t>6)</w:t>
    </w:r>
    <w:r w:rsidRPr="00A50A64">
      <w:rPr>
        <w:i/>
      </w:rPr>
      <w:t xml:space="preserve"> </w:t>
    </w:r>
    <w:r w:rsidR="00EA1AD7">
      <w:rPr>
        <w:i/>
      </w:rPr>
      <w:t>PTPCT</w:t>
    </w:r>
    <w:r w:rsidRPr="00A50A64">
      <w:rPr>
        <w:i/>
      </w:rPr>
      <w:t xml:space="preserve"> </w:t>
    </w:r>
    <w:r w:rsidR="003C28CB">
      <w:rPr>
        <w:i/>
      </w:rPr>
      <w:t>di AREA IMPIANTI SPA periodo 20</w:t>
    </w:r>
    <w:r w:rsidR="008945C5">
      <w:rPr>
        <w:i/>
      </w:rPr>
      <w:t>2</w:t>
    </w:r>
    <w:r w:rsidR="008815DE">
      <w:rPr>
        <w:i/>
      </w:rPr>
      <w:t>2</w:t>
    </w:r>
    <w:r w:rsidR="008945C5">
      <w:rPr>
        <w:i/>
      </w:rPr>
      <w:t>/202</w:t>
    </w:r>
    <w:r w:rsidR="008815DE">
      <w:rPr>
        <w:i/>
      </w:rPr>
      <w:t>4</w:t>
    </w:r>
  </w:p>
  <w:p w14:paraId="33659748" w14:textId="77777777" w:rsidR="00A50A64" w:rsidRPr="00A50A64" w:rsidRDefault="00A50A64" w:rsidP="00A50A64">
    <w:pPr>
      <w:pStyle w:val="Intestazione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716"/>
    <w:multiLevelType w:val="hybridMultilevel"/>
    <w:tmpl w:val="8E0A9F2C"/>
    <w:lvl w:ilvl="0" w:tplc="0410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" w15:restartNumberingAfterBreak="0">
    <w:nsid w:val="5DD20A42"/>
    <w:multiLevelType w:val="hybridMultilevel"/>
    <w:tmpl w:val="4C1AE2A6"/>
    <w:lvl w:ilvl="0" w:tplc="3CD06AF0">
      <w:start w:val="1"/>
      <w:numFmt w:val="bullet"/>
      <w:lvlText w:val="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num w:numId="1" w16cid:durableId="2057729349">
    <w:abstractNumId w:val="0"/>
  </w:num>
  <w:num w:numId="2" w16cid:durableId="182813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0F"/>
    <w:rsid w:val="0001068B"/>
    <w:rsid w:val="000173FC"/>
    <w:rsid w:val="0004708D"/>
    <w:rsid w:val="00060947"/>
    <w:rsid w:val="000625B8"/>
    <w:rsid w:val="0006346C"/>
    <w:rsid w:val="000D46F6"/>
    <w:rsid w:val="000F14F2"/>
    <w:rsid w:val="00130FE3"/>
    <w:rsid w:val="00186FCF"/>
    <w:rsid w:val="001D340F"/>
    <w:rsid w:val="001F69DA"/>
    <w:rsid w:val="002013B3"/>
    <w:rsid w:val="00235CA2"/>
    <w:rsid w:val="00251459"/>
    <w:rsid w:val="00260463"/>
    <w:rsid w:val="00285BAD"/>
    <w:rsid w:val="002B0B90"/>
    <w:rsid w:val="00311C5E"/>
    <w:rsid w:val="00371D04"/>
    <w:rsid w:val="00374791"/>
    <w:rsid w:val="003C28CB"/>
    <w:rsid w:val="003D3F17"/>
    <w:rsid w:val="003D617B"/>
    <w:rsid w:val="00407E6C"/>
    <w:rsid w:val="00422380"/>
    <w:rsid w:val="004625C0"/>
    <w:rsid w:val="0048189F"/>
    <w:rsid w:val="00483FCC"/>
    <w:rsid w:val="0049030C"/>
    <w:rsid w:val="0049693C"/>
    <w:rsid w:val="004A2B75"/>
    <w:rsid w:val="004C2CB6"/>
    <w:rsid w:val="004D7B6B"/>
    <w:rsid w:val="00522B2C"/>
    <w:rsid w:val="005435CB"/>
    <w:rsid w:val="00552B4D"/>
    <w:rsid w:val="005A33E6"/>
    <w:rsid w:val="005A5F0F"/>
    <w:rsid w:val="005E649B"/>
    <w:rsid w:val="005F2DDB"/>
    <w:rsid w:val="005F755F"/>
    <w:rsid w:val="006074FD"/>
    <w:rsid w:val="00616B9C"/>
    <w:rsid w:val="00617079"/>
    <w:rsid w:val="006179FC"/>
    <w:rsid w:val="00654F66"/>
    <w:rsid w:val="00660235"/>
    <w:rsid w:val="00665815"/>
    <w:rsid w:val="006A7E89"/>
    <w:rsid w:val="007164BC"/>
    <w:rsid w:val="00747C96"/>
    <w:rsid w:val="0075202D"/>
    <w:rsid w:val="00756066"/>
    <w:rsid w:val="00760AA8"/>
    <w:rsid w:val="00762731"/>
    <w:rsid w:val="007A6AF4"/>
    <w:rsid w:val="007D5E74"/>
    <w:rsid w:val="00823EDC"/>
    <w:rsid w:val="008815DE"/>
    <w:rsid w:val="008945C5"/>
    <w:rsid w:val="008A3CB1"/>
    <w:rsid w:val="008C6DB2"/>
    <w:rsid w:val="00924F14"/>
    <w:rsid w:val="00927B40"/>
    <w:rsid w:val="009660ED"/>
    <w:rsid w:val="00966B15"/>
    <w:rsid w:val="00977179"/>
    <w:rsid w:val="009814B5"/>
    <w:rsid w:val="0098392E"/>
    <w:rsid w:val="00984602"/>
    <w:rsid w:val="009C16E7"/>
    <w:rsid w:val="009C6BD0"/>
    <w:rsid w:val="00A44944"/>
    <w:rsid w:val="00A50A64"/>
    <w:rsid w:val="00A931A9"/>
    <w:rsid w:val="00A963CC"/>
    <w:rsid w:val="00AB20C6"/>
    <w:rsid w:val="00AB68C5"/>
    <w:rsid w:val="00AE6622"/>
    <w:rsid w:val="00B03D43"/>
    <w:rsid w:val="00B7727A"/>
    <w:rsid w:val="00B87EE1"/>
    <w:rsid w:val="00B91719"/>
    <w:rsid w:val="00B97DEB"/>
    <w:rsid w:val="00BD492C"/>
    <w:rsid w:val="00C20450"/>
    <w:rsid w:val="00C727C9"/>
    <w:rsid w:val="00C74286"/>
    <w:rsid w:val="00C831A7"/>
    <w:rsid w:val="00C96587"/>
    <w:rsid w:val="00CC3908"/>
    <w:rsid w:val="00D27853"/>
    <w:rsid w:val="00D321DE"/>
    <w:rsid w:val="00D507FF"/>
    <w:rsid w:val="00D71A0E"/>
    <w:rsid w:val="00DA5548"/>
    <w:rsid w:val="00DB5711"/>
    <w:rsid w:val="00DF784C"/>
    <w:rsid w:val="00E3607F"/>
    <w:rsid w:val="00E43AE2"/>
    <w:rsid w:val="00E716F0"/>
    <w:rsid w:val="00E72138"/>
    <w:rsid w:val="00E8338D"/>
    <w:rsid w:val="00E9338A"/>
    <w:rsid w:val="00EA1AD7"/>
    <w:rsid w:val="00ED625D"/>
    <w:rsid w:val="00F06FE2"/>
    <w:rsid w:val="00F730AF"/>
    <w:rsid w:val="00FC6402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1E183788"/>
  <w15:docId w15:val="{1BB4022E-FA9C-43E8-BD0B-5F317291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5548"/>
    <w:pPr>
      <w:jc w:val="both"/>
    </w:pPr>
    <w:rPr>
      <w:rFonts w:ascii="Arial" w:eastAsia="Times New Roman" w:hAnsi="Arial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69DA"/>
    <w:pPr>
      <w:tabs>
        <w:tab w:val="center" w:pos="4819"/>
        <w:tab w:val="right" w:pos="96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9DA"/>
  </w:style>
  <w:style w:type="paragraph" w:styleId="Pidipagina">
    <w:name w:val="footer"/>
    <w:basedOn w:val="Normale"/>
    <w:link w:val="PidipaginaCarattere"/>
    <w:uiPriority w:val="99"/>
    <w:unhideWhenUsed/>
    <w:rsid w:val="001F69DA"/>
    <w:pPr>
      <w:tabs>
        <w:tab w:val="center" w:pos="4819"/>
        <w:tab w:val="right" w:pos="9638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9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69DA"/>
    <w:pPr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69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F69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F69DA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DA5548"/>
    <w:pPr>
      <w:ind w:left="5160" w:firstLine="397"/>
    </w:pPr>
    <w:rPr>
      <w:rFonts w:ascii="Tahoma" w:hAnsi="Tahoma" w:cs="Tahoma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A5548"/>
    <w:rPr>
      <w:rFonts w:ascii="Tahoma" w:eastAsia="Times New Roman" w:hAnsi="Tahoma" w:cs="Tahoma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DA5548"/>
    <w:pPr>
      <w:ind w:firstLine="360"/>
    </w:pPr>
    <w:rPr>
      <w:rFonts w:ascii="Tahoma" w:hAnsi="Tahoma" w:cs="Tahoma"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A5548"/>
    <w:rPr>
      <w:rFonts w:ascii="Tahoma" w:eastAsia="Times New Roman" w:hAnsi="Tahoma" w:cs="Tahoma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97DEB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1D340F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1D340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717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977179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8945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eaimpianti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detto.coge\Downloads\cartaintestata_CLARA_ottobre2017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6DA5E-02AE-4321-8003-0E52BC0F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cartaintestata_CLARA_ottobre2017</Template>
  <TotalTime>12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addetto.coge</dc:creator>
  <cp:lastModifiedBy>vannia brina</cp:lastModifiedBy>
  <cp:revision>8</cp:revision>
  <cp:lastPrinted>2017-10-05T11:23:00Z</cp:lastPrinted>
  <dcterms:created xsi:type="dcterms:W3CDTF">2018-01-25T15:52:00Z</dcterms:created>
  <dcterms:modified xsi:type="dcterms:W3CDTF">2022-04-15T08:44:00Z</dcterms:modified>
</cp:coreProperties>
</file>